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D43" w:rsidRPr="00AD7191" w:rsidRDefault="00274D43" w:rsidP="00274D43"/>
    <w:p w:rsidR="00274D43" w:rsidRPr="00AD7191" w:rsidRDefault="00274D43" w:rsidP="00274D43">
      <w:r w:rsidRPr="00AD7191">
        <w:rPr>
          <w:rFonts w:hint="eastAsia"/>
        </w:rPr>
        <w:t>別記第７号様式の２（要綱第７関係）</w:t>
      </w:r>
    </w:p>
    <w:p w:rsidR="00274D43" w:rsidRPr="00AD7191" w:rsidRDefault="00274D43" w:rsidP="00274D43">
      <w:r w:rsidRPr="00AD7191">
        <w:rPr>
          <w:rFonts w:hint="eastAsia"/>
        </w:rPr>
        <w:t>（１）修了証明書様式</w:t>
      </w:r>
    </w:p>
    <w:p w:rsidR="00274D43" w:rsidRPr="00AD7191" w:rsidRDefault="000C0CCA" w:rsidP="00274D43">
      <w:r>
        <w:rPr>
          <w:rFonts w:hint="eastAsia"/>
        </w:rPr>
        <w:t xml:space="preserve">　用紙の大きさは、</w:t>
      </w:r>
      <w:r w:rsidR="000F6B83">
        <w:rPr>
          <w:rFonts w:hint="eastAsia"/>
          <w:color w:val="000000" w:themeColor="text1"/>
        </w:rPr>
        <w:t>日本産業</w:t>
      </w:r>
      <w:bookmarkStart w:id="0" w:name="_GoBack"/>
      <w:bookmarkEnd w:id="0"/>
      <w:r w:rsidRPr="000F6B83">
        <w:rPr>
          <w:rFonts w:hint="eastAsia"/>
          <w:color w:val="000000" w:themeColor="text1"/>
        </w:rPr>
        <w:t>規格</w:t>
      </w:r>
      <w:r w:rsidR="00274D43" w:rsidRPr="00AD7191">
        <w:rPr>
          <w:rFonts w:hint="eastAsia"/>
        </w:rPr>
        <w:t>Ａ４とする。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39"/>
      </w:tblGrid>
      <w:tr w:rsidR="00274D43" w:rsidRPr="00AD7191" w:rsidTr="00C1556F">
        <w:trPr>
          <w:cantSplit/>
          <w:trHeight w:val="6064"/>
        </w:trPr>
        <w:tc>
          <w:tcPr>
            <w:tcW w:w="7739" w:type="dxa"/>
            <w:textDirection w:val="tbRlV"/>
          </w:tcPr>
          <w:p w:rsidR="00274D43" w:rsidRPr="00AD7191" w:rsidRDefault="00274D43" w:rsidP="00274D43">
            <w:pPr>
              <w:ind w:leftChars="47" w:left="113" w:firstLineChars="100" w:firstLine="240"/>
            </w:pPr>
            <w:r w:rsidRPr="00AD7191">
              <w:rPr>
                <w:rFonts w:hint="eastAsia"/>
              </w:rPr>
              <w:t>第　　　　　号</w:t>
            </w:r>
          </w:p>
          <w:p w:rsidR="00274D43" w:rsidRPr="00AD7191" w:rsidRDefault="00274D43" w:rsidP="00C1556F"/>
          <w:p w:rsidR="00274D43" w:rsidRPr="00AD7191" w:rsidRDefault="00274D43" w:rsidP="00274D43">
            <w:pPr>
              <w:ind w:leftChars="47" w:left="113" w:firstLineChars="600" w:firstLine="1440"/>
            </w:pPr>
            <w:r w:rsidRPr="00AD7191">
              <w:rPr>
                <w:rFonts w:hint="eastAsia"/>
              </w:rPr>
              <w:t>修 了 証 明 書</w:t>
            </w:r>
          </w:p>
          <w:p w:rsidR="00274D43" w:rsidRPr="00AD7191" w:rsidRDefault="00274D43" w:rsidP="00C1556F"/>
          <w:p w:rsidR="00274D43" w:rsidRPr="00AD7191" w:rsidRDefault="00274D43" w:rsidP="00274D43">
            <w:pPr>
              <w:ind w:firstLineChars="1400" w:firstLine="3360"/>
            </w:pPr>
            <w:r w:rsidRPr="00AD7191">
              <w:rPr>
                <w:rFonts w:hint="eastAsia"/>
              </w:rPr>
              <w:t>氏　  名</w:t>
            </w:r>
          </w:p>
          <w:p w:rsidR="00274D43" w:rsidRPr="00AD7191" w:rsidRDefault="00274D43" w:rsidP="00274D43">
            <w:pPr>
              <w:ind w:firstLineChars="1100" w:firstLine="2640"/>
            </w:pPr>
            <w:r w:rsidRPr="00AD7191">
              <w:rPr>
                <w:rFonts w:hint="eastAsia"/>
              </w:rPr>
              <w:t>（年号）　　年　月　日生</w:t>
            </w:r>
          </w:p>
          <w:p w:rsidR="00274D43" w:rsidRPr="00AD7191" w:rsidRDefault="00274D43" w:rsidP="00C1556F"/>
          <w:p w:rsidR="00274D43" w:rsidRPr="00AD7191" w:rsidRDefault="00274D43" w:rsidP="00C1556F"/>
          <w:p w:rsidR="00274D43" w:rsidRPr="00AD7191" w:rsidRDefault="00274D43" w:rsidP="00C1556F">
            <w:r w:rsidRPr="00AD7191">
              <w:rPr>
                <w:rFonts w:hint="eastAsia"/>
              </w:rPr>
              <w:t xml:space="preserve">　　</w:t>
            </w:r>
          </w:p>
          <w:p w:rsidR="00274D43" w:rsidRPr="00AD7191" w:rsidRDefault="00274D43" w:rsidP="00274D43">
            <w:pPr>
              <w:ind w:leftChars="100" w:left="240"/>
            </w:pPr>
            <w:r w:rsidRPr="00AD7191">
              <w:rPr>
                <w:rFonts w:hint="eastAsia"/>
              </w:rPr>
              <w:t>生活援助従事者研修課程を修了したことを証明する。</w:t>
            </w:r>
          </w:p>
          <w:p w:rsidR="00274D43" w:rsidRPr="00AD7191" w:rsidRDefault="00274D43" w:rsidP="00C1556F"/>
          <w:p w:rsidR="00274D43" w:rsidRPr="00AD7191" w:rsidRDefault="00274D43" w:rsidP="00C1556F"/>
          <w:p w:rsidR="00274D43" w:rsidRPr="00AD7191" w:rsidRDefault="00274D43" w:rsidP="00C1556F"/>
          <w:p w:rsidR="00274D43" w:rsidRPr="00AD7191" w:rsidRDefault="00274D43" w:rsidP="00274D43">
            <w:pPr>
              <w:ind w:firstLineChars="300" w:firstLine="720"/>
            </w:pPr>
            <w:r w:rsidRPr="00AD7191">
              <w:rPr>
                <w:rFonts w:hint="eastAsia"/>
              </w:rPr>
              <w:t>（年号）　　年　　月　　日</w:t>
            </w:r>
          </w:p>
          <w:p w:rsidR="00274D43" w:rsidRPr="00AD7191" w:rsidRDefault="00274D43" w:rsidP="00C1556F"/>
          <w:p w:rsidR="00274D43" w:rsidRPr="00AD7191" w:rsidRDefault="00274D43" w:rsidP="00274D43">
            <w:pPr>
              <w:ind w:firstLineChars="400" w:firstLine="960"/>
            </w:pPr>
            <w:r w:rsidRPr="00AD7191">
              <w:rPr>
                <w:rFonts w:hint="eastAsia"/>
              </w:rPr>
              <w:t>介護員養成研修事業者名</w:t>
            </w:r>
          </w:p>
          <w:p w:rsidR="00274D43" w:rsidRPr="00AD7191" w:rsidRDefault="00274D43" w:rsidP="00274D43">
            <w:pPr>
              <w:ind w:firstLineChars="800" w:firstLine="1920"/>
            </w:pPr>
            <w:r w:rsidRPr="00AD7191">
              <w:rPr>
                <w:rFonts w:hint="eastAsia"/>
              </w:rPr>
              <w:t>代表者職氏名　　　　印</w:t>
            </w:r>
          </w:p>
          <w:p w:rsidR="00274D43" w:rsidRPr="00AD7191" w:rsidRDefault="00274D43" w:rsidP="00C155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-130810</wp:posOffset>
                      </wp:positionH>
                      <wp:positionV relativeFrom="paragraph">
                        <wp:posOffset>2555875</wp:posOffset>
                      </wp:positionV>
                      <wp:extent cx="457200" cy="508000"/>
                      <wp:effectExtent l="9525" t="12700" r="9525" b="12700"/>
                      <wp:wrapNone/>
                      <wp:docPr id="2" name="円/楕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5080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2" o:spid="_x0000_s1026" style="position:absolute;left:0;text-align:left;margin-left:-10.3pt;margin-top:201.25pt;width:36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" filled="f"/>
                  </w:pict>
                </mc:Fallback>
              </mc:AlternateContent>
            </w:r>
          </w:p>
        </w:tc>
      </w:tr>
    </w:tbl>
    <w:p w:rsidR="00274D43" w:rsidRPr="00AD7191" w:rsidRDefault="00274D43" w:rsidP="00274D43"/>
    <w:p w:rsidR="00274D43" w:rsidRPr="00AD7191" w:rsidRDefault="00274D43" w:rsidP="00274D43">
      <w:r w:rsidRPr="00AD7191">
        <w:rPr>
          <w:rFonts w:hint="eastAsia"/>
        </w:rPr>
        <w:t>（２）修了証明書（携帯用）様式</w:t>
      </w:r>
    </w:p>
    <w:tbl>
      <w:tblPr>
        <w:tblpPr w:leftFromText="142" w:rightFromText="142" w:vertAnchor="text" w:horzAnchor="page" w:tblpX="1999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95"/>
      </w:tblGrid>
      <w:tr w:rsidR="00274D43" w:rsidRPr="00AD7191" w:rsidTr="00C1556F">
        <w:trPr>
          <w:cantSplit/>
          <w:trHeight w:val="4389"/>
        </w:trPr>
        <w:tc>
          <w:tcPr>
            <w:tcW w:w="6095" w:type="dxa"/>
            <w:textDirection w:val="tbRlV"/>
          </w:tcPr>
          <w:p w:rsidR="00274D43" w:rsidRPr="004926DC" w:rsidRDefault="00274D43" w:rsidP="00C1556F">
            <w:pPr>
              <w:ind w:firstLineChars="100" w:firstLine="160"/>
              <w:rPr>
                <w:sz w:val="16"/>
                <w:szCs w:val="16"/>
              </w:rPr>
            </w:pPr>
            <w:r w:rsidRPr="004926DC">
              <w:rPr>
                <w:rFonts w:hint="eastAsia"/>
                <w:sz w:val="16"/>
                <w:szCs w:val="16"/>
              </w:rPr>
              <w:t>第　　　号</w:t>
            </w:r>
          </w:p>
          <w:p w:rsidR="00274D43" w:rsidRPr="004926DC" w:rsidRDefault="00274D43" w:rsidP="00C1556F">
            <w:pPr>
              <w:ind w:firstLineChars="400" w:firstLine="640"/>
              <w:rPr>
                <w:sz w:val="16"/>
                <w:szCs w:val="16"/>
              </w:rPr>
            </w:pPr>
            <w:r w:rsidRPr="004926DC">
              <w:rPr>
                <w:rFonts w:hint="eastAsia"/>
                <w:sz w:val="16"/>
                <w:szCs w:val="16"/>
              </w:rPr>
              <w:t>修了証明書（携帯用）</w:t>
            </w:r>
          </w:p>
          <w:p w:rsidR="00274D43" w:rsidRPr="004926DC" w:rsidRDefault="00274D43" w:rsidP="00C1556F">
            <w:pPr>
              <w:ind w:firstLineChars="1100" w:firstLine="1760"/>
              <w:rPr>
                <w:sz w:val="16"/>
                <w:szCs w:val="16"/>
              </w:rPr>
            </w:pPr>
          </w:p>
          <w:p w:rsidR="00274D43" w:rsidRPr="004926DC" w:rsidRDefault="00274D43" w:rsidP="00C1556F">
            <w:pPr>
              <w:ind w:firstLineChars="1100" w:firstLine="1760"/>
              <w:rPr>
                <w:sz w:val="16"/>
                <w:szCs w:val="16"/>
              </w:rPr>
            </w:pPr>
            <w:r w:rsidRPr="004926DC">
              <w:rPr>
                <w:rFonts w:hint="eastAsia"/>
                <w:sz w:val="16"/>
                <w:szCs w:val="16"/>
              </w:rPr>
              <w:t>氏　　名</w:t>
            </w:r>
          </w:p>
          <w:p w:rsidR="00274D43" w:rsidRPr="004926DC" w:rsidRDefault="00274D43" w:rsidP="00C1556F">
            <w:pPr>
              <w:ind w:firstLineChars="300" w:firstLine="480"/>
              <w:rPr>
                <w:sz w:val="16"/>
                <w:szCs w:val="16"/>
              </w:rPr>
            </w:pPr>
            <w:r w:rsidRPr="004926DC">
              <w:rPr>
                <w:rFonts w:hint="eastAsia"/>
                <w:sz w:val="16"/>
                <w:szCs w:val="16"/>
              </w:rPr>
              <w:t>（年号）　　年　　月　　日生</w:t>
            </w:r>
          </w:p>
          <w:p w:rsidR="00274D43" w:rsidRDefault="00274D43" w:rsidP="00C1556F">
            <w:pPr>
              <w:rPr>
                <w:sz w:val="16"/>
                <w:szCs w:val="16"/>
              </w:rPr>
            </w:pPr>
          </w:p>
          <w:p w:rsidR="00274D43" w:rsidRPr="004926DC" w:rsidRDefault="00274D43" w:rsidP="00C1556F">
            <w:pPr>
              <w:rPr>
                <w:sz w:val="16"/>
                <w:szCs w:val="16"/>
              </w:rPr>
            </w:pPr>
          </w:p>
          <w:p w:rsidR="00274D43" w:rsidRPr="004926DC" w:rsidRDefault="00274D43" w:rsidP="00274D43">
            <w:pPr>
              <w:ind w:leftChars="47" w:left="113" w:firstLineChars="50" w:firstLine="80"/>
              <w:rPr>
                <w:sz w:val="16"/>
                <w:szCs w:val="16"/>
              </w:rPr>
            </w:pPr>
            <w:r w:rsidRPr="004926DC">
              <w:rPr>
                <w:rFonts w:hint="eastAsia"/>
                <w:sz w:val="16"/>
                <w:szCs w:val="16"/>
              </w:rPr>
              <w:t>生活援助従事者研修課程を修了したことを証明する。</w:t>
            </w:r>
          </w:p>
          <w:p w:rsidR="00274D43" w:rsidRDefault="00274D43" w:rsidP="00C1556F">
            <w:pPr>
              <w:rPr>
                <w:sz w:val="16"/>
                <w:szCs w:val="16"/>
              </w:rPr>
            </w:pPr>
          </w:p>
          <w:p w:rsidR="00274D43" w:rsidRPr="004926DC" w:rsidRDefault="00274D43" w:rsidP="00C1556F">
            <w:pPr>
              <w:rPr>
                <w:sz w:val="16"/>
                <w:szCs w:val="16"/>
              </w:rPr>
            </w:pPr>
          </w:p>
          <w:p w:rsidR="00274D43" w:rsidRPr="004926DC" w:rsidRDefault="00274D43" w:rsidP="00C1556F">
            <w:pPr>
              <w:ind w:firstLineChars="300" w:firstLine="480"/>
              <w:rPr>
                <w:sz w:val="16"/>
                <w:szCs w:val="16"/>
              </w:rPr>
            </w:pPr>
            <w:r w:rsidRPr="004926DC">
              <w:rPr>
                <w:rFonts w:hint="eastAsia"/>
                <w:sz w:val="16"/>
                <w:szCs w:val="16"/>
              </w:rPr>
              <w:t>（年号）　　年　　月　　日</w:t>
            </w:r>
          </w:p>
          <w:p w:rsidR="00274D43" w:rsidRPr="004926DC" w:rsidRDefault="00274D43" w:rsidP="00C1556F">
            <w:pPr>
              <w:ind w:firstLineChars="200" w:firstLine="320"/>
              <w:rPr>
                <w:sz w:val="16"/>
                <w:szCs w:val="16"/>
              </w:rPr>
            </w:pPr>
          </w:p>
          <w:p w:rsidR="00274D43" w:rsidRPr="004926DC" w:rsidRDefault="00274D43" w:rsidP="00C1556F">
            <w:pPr>
              <w:ind w:firstLineChars="400" w:firstLine="640"/>
              <w:rPr>
                <w:sz w:val="16"/>
                <w:szCs w:val="16"/>
              </w:rPr>
            </w:pPr>
            <w:r w:rsidRPr="004926DC">
              <w:rPr>
                <w:rFonts w:hint="eastAsia"/>
                <w:sz w:val="16"/>
                <w:szCs w:val="16"/>
              </w:rPr>
              <w:t>介護員養成研修事業者名</w:t>
            </w:r>
          </w:p>
          <w:p w:rsidR="00274D43" w:rsidRPr="00AD7191" w:rsidRDefault="00274D43" w:rsidP="00C1556F">
            <w:pPr>
              <w:ind w:firstLineChars="800" w:firstLine="1280"/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-287020</wp:posOffset>
                      </wp:positionH>
                      <wp:positionV relativeFrom="paragraph">
                        <wp:posOffset>1600200</wp:posOffset>
                      </wp:positionV>
                      <wp:extent cx="302895" cy="310515"/>
                      <wp:effectExtent l="11430" t="6350" r="9525" b="6985"/>
                      <wp:wrapNone/>
                      <wp:docPr id="1" name="円/楕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895" cy="31051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" o:spid="_x0000_s1026" style="position:absolute;left:0;text-align:left;margin-left:-22.6pt;margin-top:126pt;width:23.85pt;height:2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" filled="f"/>
                  </w:pict>
                </mc:Fallback>
              </mc:AlternateContent>
            </w:r>
            <w:r w:rsidRPr="004926DC">
              <w:rPr>
                <w:rFonts w:hint="eastAsia"/>
                <w:sz w:val="16"/>
                <w:szCs w:val="16"/>
              </w:rPr>
              <w:t>代表者職氏名　　　印</w:t>
            </w:r>
          </w:p>
        </w:tc>
      </w:tr>
    </w:tbl>
    <w:p w:rsidR="00274D43" w:rsidRPr="00AD7191" w:rsidRDefault="00274D43" w:rsidP="00274D43">
      <w:r w:rsidRPr="00AD7191">
        <w:rPr>
          <w:rFonts w:hint="eastAsia"/>
        </w:rPr>
        <w:t xml:space="preserve">　</w:t>
      </w:r>
    </w:p>
    <w:p w:rsidR="00B63F6F" w:rsidRPr="00274D43" w:rsidRDefault="000F6B83"/>
    <w:sectPr w:rsidR="00B63F6F" w:rsidRPr="00274D43" w:rsidSect="008D78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43"/>
    <w:rsid w:val="000C0CCA"/>
    <w:rsid w:val="000F6B83"/>
    <w:rsid w:val="00274D43"/>
    <w:rsid w:val="0071348C"/>
    <w:rsid w:val="0071417C"/>
    <w:rsid w:val="00D1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43"/>
    <w:pPr>
      <w:widowControl w:val="0"/>
      <w:jc w:val="both"/>
    </w:pPr>
    <w:rPr>
      <w:rFonts w:ascii="ＭＳ ゴシック" w:eastAsia="ＭＳ ゴシック" w:hAnsi="Times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43"/>
    <w:pPr>
      <w:widowControl w:val="0"/>
      <w:jc w:val="both"/>
    </w:pPr>
    <w:rPr>
      <w:rFonts w:ascii="ＭＳ ゴシック" w:eastAsia="ＭＳ ゴシック" w:hAnsi="Times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46A70FB9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137171</dc:creator>
  <cp:lastModifiedBy>140147</cp:lastModifiedBy>
  <cp:revision>4</cp:revision>
  <cp:lastPrinted>2019-06-21T07:12:00Z</cp:lastPrinted>
  <dcterms:created xsi:type="dcterms:W3CDTF">2019-06-17T05:45:00Z</dcterms:created>
  <dcterms:modified xsi:type="dcterms:W3CDTF">2019-06-21T07:12:00Z</dcterms:modified>
</cp:coreProperties>
</file>